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E41C57" w:rsidRDefault="00114D4C">
      <w:pPr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>Exercice 1 :</w:t>
      </w:r>
    </w:p>
    <w:p w:rsidR="00114D4C" w:rsidRDefault="00114D4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Recopie les nombres en espaçant correctement les classes :</w:t>
      </w:r>
    </w:p>
    <w:p w:rsidR="00114D4C" w:rsidRDefault="00114D4C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158908498</w:t>
      </w:r>
      <w:r w:rsidR="00E41C57">
        <w:rPr>
          <w:rFonts w:ascii="Arial" w:hAnsi="Arial" w:cs="Arial"/>
          <w:sz w:val="28"/>
        </w:rPr>
        <w:t> : _________________________</w:t>
      </w:r>
    </w:p>
    <w:p w:rsidR="00E41C57" w:rsidRDefault="00114D4C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685925840</w:t>
      </w:r>
      <w:r w:rsidR="00E41C57">
        <w:rPr>
          <w:rFonts w:ascii="Arial" w:hAnsi="Arial" w:cs="Arial"/>
          <w:sz w:val="28"/>
        </w:rPr>
        <w:t> : _________________________</w:t>
      </w:r>
    </w:p>
    <w:p w:rsidR="00E41C57" w:rsidRDefault="00114D4C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9</w:t>
      </w:r>
      <w:r w:rsidR="00A67E6A">
        <w:rPr>
          <w:rFonts w:ascii="Arial" w:hAnsi="Arial" w:cs="Arial"/>
          <w:sz w:val="28"/>
        </w:rPr>
        <w:t>2</w:t>
      </w:r>
      <w:r>
        <w:rPr>
          <w:rFonts w:ascii="Arial" w:hAnsi="Arial" w:cs="Arial"/>
          <w:sz w:val="28"/>
        </w:rPr>
        <w:t>85964100</w:t>
      </w:r>
      <w:r w:rsidR="00E41C57">
        <w:rPr>
          <w:rFonts w:ascii="Arial" w:hAnsi="Arial" w:cs="Arial"/>
          <w:sz w:val="28"/>
        </w:rPr>
        <w:t> : _________________________</w:t>
      </w:r>
    </w:p>
    <w:p w:rsidR="00A67E6A" w:rsidRDefault="00A67E6A" w:rsidP="00E41C57">
      <w:pPr>
        <w:spacing w:before="480"/>
        <w:rPr>
          <w:rFonts w:ascii="Arial" w:hAnsi="Arial" w:cs="Arial"/>
          <w:b/>
          <w:sz w:val="28"/>
        </w:rPr>
      </w:pPr>
    </w:p>
    <w:p w:rsidR="00114D4C" w:rsidRPr="00E41C57" w:rsidRDefault="00114D4C" w:rsidP="00E41C57">
      <w:pPr>
        <w:spacing w:before="480"/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 xml:space="preserve">Exercice 2 : </w:t>
      </w:r>
    </w:p>
    <w:p w:rsidR="00114D4C" w:rsidRPr="00E41C57" w:rsidRDefault="00114D4C">
      <w:pPr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>Ecris en chiffres </w:t>
      </w:r>
      <w:r w:rsidR="00E41C57">
        <w:rPr>
          <w:rFonts w:ascii="Arial" w:hAnsi="Arial" w:cs="Arial"/>
          <w:b/>
          <w:sz w:val="28"/>
        </w:rPr>
        <w:t xml:space="preserve"> dans le tableau : </w:t>
      </w:r>
    </w:p>
    <w:p w:rsidR="00114D4C" w:rsidRDefault="00114D4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Trois-millions-sept-cent-trente-mille-cinq-cents </w:t>
      </w:r>
    </w:p>
    <w:p w:rsidR="00114D4C" w:rsidRDefault="00114D4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Onze-millions-quarante-cinq-mille-neuf-cent-un </w:t>
      </w:r>
    </w:p>
    <w:p w:rsidR="00E41C57" w:rsidRDefault="00E41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Sept-milliards-deux-cent-quatre-vingt-deux-millions</w:t>
      </w:r>
    </w:p>
    <w:p w:rsidR="00E41C57" w:rsidRDefault="00E41C57">
      <w:pPr>
        <w:rPr>
          <w:rFonts w:ascii="Arial" w:hAnsi="Arial" w:cs="Arial"/>
          <w:sz w:val="28"/>
        </w:rPr>
      </w:pPr>
      <w:r w:rsidRPr="00E41C57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1BFCFC" wp14:editId="4BC511B5">
            <wp:extent cx="4664075" cy="1592580"/>
            <wp:effectExtent l="0" t="0" r="3175" b="762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1C57" w:rsidRPr="00E41C57" w:rsidRDefault="00E41C57" w:rsidP="00E41C57">
      <w:pPr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>Exercice 1 :</w:t>
      </w:r>
    </w:p>
    <w:p w:rsidR="00E41C57" w:rsidRDefault="00E41C57" w:rsidP="00E41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Recopie les nombres en espaçant correctement les classes :</w:t>
      </w:r>
    </w:p>
    <w:p w:rsidR="00E41C57" w:rsidRDefault="00E41C57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158908498 : _________________________</w:t>
      </w:r>
    </w:p>
    <w:p w:rsidR="00E41C57" w:rsidRDefault="00E41C57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685925840 : _________________________</w:t>
      </w:r>
    </w:p>
    <w:p w:rsidR="00E41C57" w:rsidRDefault="00E41C57" w:rsidP="00E41C57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9</w:t>
      </w:r>
      <w:r w:rsidR="00A67E6A">
        <w:rPr>
          <w:rFonts w:ascii="Arial" w:hAnsi="Arial" w:cs="Arial"/>
          <w:sz w:val="28"/>
        </w:rPr>
        <w:t>2</w:t>
      </w:r>
      <w:r>
        <w:rPr>
          <w:rFonts w:ascii="Arial" w:hAnsi="Arial" w:cs="Arial"/>
          <w:sz w:val="28"/>
        </w:rPr>
        <w:t>85964100 : _________________________</w:t>
      </w:r>
    </w:p>
    <w:p w:rsidR="00A67E6A" w:rsidRDefault="00A67E6A" w:rsidP="00E41C57">
      <w:pPr>
        <w:spacing w:before="480"/>
        <w:rPr>
          <w:rFonts w:ascii="Arial" w:hAnsi="Arial" w:cs="Arial"/>
          <w:b/>
          <w:sz w:val="28"/>
        </w:rPr>
      </w:pPr>
    </w:p>
    <w:p w:rsidR="00E41C57" w:rsidRPr="00E41C57" w:rsidRDefault="00E41C57" w:rsidP="00E41C57">
      <w:pPr>
        <w:spacing w:before="480"/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 xml:space="preserve">Exercice 2 : </w:t>
      </w:r>
    </w:p>
    <w:p w:rsidR="00E41C57" w:rsidRPr="00E41C57" w:rsidRDefault="00E41C57" w:rsidP="00E41C57">
      <w:pPr>
        <w:rPr>
          <w:rFonts w:ascii="Arial" w:hAnsi="Arial" w:cs="Arial"/>
          <w:b/>
          <w:sz w:val="28"/>
        </w:rPr>
      </w:pPr>
      <w:r w:rsidRPr="00E41C57">
        <w:rPr>
          <w:rFonts w:ascii="Arial" w:hAnsi="Arial" w:cs="Arial"/>
          <w:b/>
          <w:sz w:val="28"/>
        </w:rPr>
        <w:t>Ecris en chiffres </w:t>
      </w:r>
      <w:r>
        <w:rPr>
          <w:rFonts w:ascii="Arial" w:hAnsi="Arial" w:cs="Arial"/>
          <w:b/>
          <w:sz w:val="28"/>
        </w:rPr>
        <w:t xml:space="preserve"> dans le tableau : </w:t>
      </w:r>
    </w:p>
    <w:p w:rsidR="00E41C57" w:rsidRDefault="00E41C57" w:rsidP="00E41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Trois-millions-sept-cent-trente-mille-cinq-cents </w:t>
      </w:r>
    </w:p>
    <w:p w:rsidR="00E41C57" w:rsidRDefault="00E41C57" w:rsidP="00E41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Onze-millions-quarante-cinq-mille-neuf-cent-un </w:t>
      </w:r>
    </w:p>
    <w:p w:rsidR="00E41C57" w:rsidRDefault="00E41C57" w:rsidP="00E41C5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Sept-milliards-deux-cent-quatre-vingt-deux-millions</w:t>
      </w:r>
    </w:p>
    <w:p w:rsidR="00114D4C" w:rsidRPr="007E024D" w:rsidRDefault="00E41C57">
      <w:pPr>
        <w:rPr>
          <w:rFonts w:ascii="Arial" w:hAnsi="Arial" w:cs="Arial"/>
          <w:sz w:val="28"/>
        </w:rPr>
      </w:pPr>
      <w:r w:rsidRPr="00E41C57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1BFCFC" wp14:editId="4BC511B5">
            <wp:extent cx="4664075" cy="1592580"/>
            <wp:effectExtent l="0" t="0" r="3175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59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4D4C" w:rsidRPr="007E024D" w:rsidSect="00114D4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D4C"/>
    <w:rsid w:val="000B75F2"/>
    <w:rsid w:val="00114D4C"/>
    <w:rsid w:val="001D645B"/>
    <w:rsid w:val="005175A3"/>
    <w:rsid w:val="005F7238"/>
    <w:rsid w:val="007E024D"/>
    <w:rsid w:val="00A67E6A"/>
    <w:rsid w:val="00E4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E074"/>
  <w15:chartTrackingRefBased/>
  <w15:docId w15:val="{A498FCC8-53A2-4776-95EE-7C5C38B1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2016-09-11T14:50:00Z</dcterms:created>
  <dcterms:modified xsi:type="dcterms:W3CDTF">2018-08-08T19:11:00Z</dcterms:modified>
</cp:coreProperties>
</file>